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F8594E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0407BE" w:rsidTr="00963E33">
        <w:tc>
          <w:tcPr>
            <w:tcW w:w="10326" w:type="dxa"/>
          </w:tcPr>
          <w:p w:rsidR="00190FF9" w:rsidRPr="000407BE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0407BE" w:rsidRDefault="00190FF9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0407B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96D71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F0D73" w:rsidRPr="000407B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F0D73" w:rsidRPr="000407B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0407BE" w:rsidRPr="000407BE" w:rsidTr="00847065">
        <w:tc>
          <w:tcPr>
            <w:tcW w:w="10326" w:type="dxa"/>
          </w:tcPr>
          <w:p w:rsidR="000407BE" w:rsidRPr="000407B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0407BE" w:rsidRDefault="00885BD0" w:rsidP="00847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07.02.2019 № 27</w:t>
            </w:r>
            <w:bookmarkStart w:id="0" w:name="_GoBack"/>
            <w:bookmarkEnd w:id="0"/>
          </w:p>
        </w:tc>
      </w:tr>
      <w:tr w:rsidR="000407BE" w:rsidRPr="000407BE" w:rsidTr="00847065">
        <w:tc>
          <w:tcPr>
            <w:tcW w:w="10326" w:type="dxa"/>
          </w:tcPr>
          <w:p w:rsidR="000407BE" w:rsidRPr="000407B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0407BE" w:rsidRDefault="000407BE" w:rsidP="00847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CE1" w:rsidRPr="000407BE" w:rsidTr="00963E33">
        <w:tc>
          <w:tcPr>
            <w:tcW w:w="10326" w:type="dxa"/>
          </w:tcPr>
          <w:p w:rsidR="00965CE1" w:rsidRPr="000407BE" w:rsidRDefault="00965CE1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65CE1" w:rsidRPr="000407BE" w:rsidRDefault="00965CE1" w:rsidP="000407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07BE" w:rsidRPr="000407BE" w:rsidRDefault="000407BE" w:rsidP="00796931">
      <w:pPr>
        <w:rPr>
          <w:rFonts w:ascii="Times New Roman" w:hAnsi="Times New Roman"/>
          <w:sz w:val="28"/>
          <w:szCs w:val="24"/>
        </w:rPr>
      </w:pPr>
    </w:p>
    <w:p w:rsidR="00796931" w:rsidRPr="000407BE" w:rsidRDefault="00796931" w:rsidP="000407BE">
      <w:pPr>
        <w:jc w:val="center"/>
        <w:rPr>
          <w:rFonts w:ascii="Times New Roman" w:hAnsi="Times New Roman"/>
          <w:sz w:val="28"/>
          <w:szCs w:val="28"/>
        </w:rPr>
      </w:pPr>
      <w:r w:rsidRPr="000407BE">
        <w:rPr>
          <w:rFonts w:ascii="Times New Roman" w:hAnsi="Times New Roman"/>
          <w:sz w:val="28"/>
          <w:szCs w:val="28"/>
        </w:rPr>
        <w:t>«5. Система программных мероприяти</w:t>
      </w:r>
      <w:r w:rsidR="00666E2F">
        <w:rPr>
          <w:rFonts w:ascii="Times New Roman" w:hAnsi="Times New Roman"/>
          <w:sz w:val="28"/>
          <w:szCs w:val="28"/>
        </w:rPr>
        <w:t>й</w:t>
      </w:r>
    </w:p>
    <w:p w:rsidR="00662A15" w:rsidRPr="000407BE" w:rsidRDefault="00796931" w:rsidP="00796931">
      <w:pPr>
        <w:jc w:val="center"/>
        <w:rPr>
          <w:rFonts w:ascii="Times New Roman" w:hAnsi="Times New Roman"/>
          <w:sz w:val="28"/>
          <w:szCs w:val="28"/>
        </w:rPr>
      </w:pPr>
      <w:r w:rsidRPr="000407BE">
        <w:rPr>
          <w:rFonts w:ascii="Times New Roman" w:hAnsi="Times New Roman"/>
          <w:sz w:val="28"/>
          <w:szCs w:val="24"/>
        </w:rPr>
        <w:tab/>
      </w:r>
      <w:r w:rsidRPr="000407BE">
        <w:rPr>
          <w:rFonts w:ascii="Times New Roman" w:hAnsi="Times New Roman"/>
          <w:sz w:val="28"/>
          <w:szCs w:val="24"/>
        </w:rPr>
        <w:tab/>
      </w:r>
      <w:r w:rsidRPr="000407BE">
        <w:rPr>
          <w:rFonts w:ascii="Times New Roman" w:hAnsi="Times New Roman"/>
          <w:sz w:val="28"/>
          <w:szCs w:val="24"/>
        </w:rPr>
        <w:tab/>
      </w:r>
    </w:p>
    <w:tbl>
      <w:tblPr>
        <w:tblW w:w="0" w:type="auto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629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0407BE" w:rsidTr="00965CE1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831FA3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№</w:t>
            </w:r>
          </w:p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п</w:t>
            </w:r>
            <w:proofErr w:type="gramEnd"/>
            <w:r w:rsidR="00831FA3" w:rsidRPr="000407BE">
              <w:rPr>
                <w:rFonts w:ascii="Times New Roman" w:hAnsi="Times New Roman" w:cs="Times New Roman"/>
              </w:rPr>
              <w:t>/</w:t>
            </w:r>
            <w:r w:rsidRPr="000407BE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Главные </w:t>
            </w:r>
            <w:proofErr w:type="spellStart"/>
            <w:proofErr w:type="gramStart"/>
            <w:r w:rsidRPr="000407BE">
              <w:rPr>
                <w:rFonts w:ascii="Times New Roman" w:hAnsi="Times New Roman" w:cs="Times New Roman"/>
              </w:rPr>
              <w:t>распо-рядители</w:t>
            </w:r>
            <w:proofErr w:type="spellEnd"/>
            <w:proofErr w:type="gramEnd"/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84321C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Источ</w:t>
            </w:r>
            <w:r w:rsidR="00662A15" w:rsidRPr="000407BE">
              <w:rPr>
                <w:rFonts w:ascii="Times New Roman" w:hAnsi="Times New Roman" w:cs="Times New Roman"/>
              </w:rPr>
              <w:t xml:space="preserve">ник </w:t>
            </w:r>
            <w:proofErr w:type="spellStart"/>
            <w:proofErr w:type="gramStart"/>
            <w:r w:rsidR="00662A15" w:rsidRPr="000407BE">
              <w:rPr>
                <w:rFonts w:ascii="Times New Roman" w:hAnsi="Times New Roman" w:cs="Times New Roman"/>
              </w:rPr>
              <w:t>финанси</w:t>
            </w:r>
            <w:r w:rsidRPr="000407BE">
              <w:rPr>
                <w:rFonts w:ascii="Times New Roman" w:hAnsi="Times New Roman" w:cs="Times New Roman"/>
              </w:rPr>
              <w:t>-</w:t>
            </w:r>
            <w:r w:rsidR="00662A15" w:rsidRPr="000407BE">
              <w:rPr>
                <w:rFonts w:ascii="Times New Roman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5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Объемы финансирования, тыс. рублей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3930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Ожида</w:t>
            </w:r>
            <w:r w:rsidR="0039301B" w:rsidRPr="000407BE">
              <w:rPr>
                <w:rFonts w:ascii="Times New Roman" w:hAnsi="Times New Roman" w:cs="Times New Roman"/>
              </w:rPr>
              <w:t>емый резуль</w:t>
            </w:r>
            <w:r w:rsidRPr="000407BE">
              <w:rPr>
                <w:rFonts w:ascii="Times New Roman" w:hAnsi="Times New Roman" w:cs="Times New Roman"/>
              </w:rPr>
              <w:t>тат</w:t>
            </w:r>
          </w:p>
        </w:tc>
      </w:tr>
      <w:tr w:rsidR="00965CE1" w:rsidRPr="000407BE" w:rsidTr="00965CE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CE1" w:rsidRPr="000407BE" w:rsidTr="00965CE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5CE1" w:rsidRPr="000407BE" w:rsidRDefault="00965CE1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629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0407BE" w:rsidTr="00596D71">
        <w:trPr>
          <w:trHeight w:val="145"/>
          <w:tblHeader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965C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</w:t>
            </w:r>
            <w:r w:rsidR="00965CE1" w:rsidRPr="000407BE">
              <w:rPr>
                <w:rFonts w:ascii="Times New Roman" w:hAnsi="Times New Roman" w:cs="Times New Roman"/>
              </w:rPr>
              <w:t>6</w:t>
            </w:r>
          </w:p>
        </w:tc>
      </w:tr>
      <w:tr w:rsidR="00596D71" w:rsidRPr="000407BE" w:rsidTr="00596D71">
        <w:trPr>
          <w:cantSplit/>
          <w:trHeight w:val="137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0C2725">
            <w:pPr>
              <w:pStyle w:val="ConsPlusNormal"/>
              <w:ind w:right="-57"/>
              <w:outlineLvl w:val="0"/>
              <w:rPr>
                <w:rFonts w:ascii="Times New Roman" w:hAnsi="Times New Roman" w:cs="Times New Roman"/>
                <w:spacing w:val="-4"/>
              </w:rPr>
            </w:pPr>
            <w:r w:rsidRPr="000407BE">
              <w:rPr>
                <w:rFonts w:ascii="Times New Roman" w:hAnsi="Times New Roman" w:cs="Times New Roman"/>
              </w:rPr>
              <w:t xml:space="preserve">Задача 1. Обеспечение эффективного исполнения государственных функций в </w:t>
            </w:r>
            <w:r w:rsidRPr="000407BE">
              <w:rPr>
                <w:rFonts w:ascii="Times New Roman" w:hAnsi="Times New Roman" w:cs="Times New Roman"/>
                <w:spacing w:val="-4"/>
              </w:rPr>
              <w:t>сфере реализации Программы,</w:t>
            </w:r>
          </w:p>
          <w:p w:rsidR="00596D71" w:rsidRPr="000407BE" w:rsidRDefault="00596D71" w:rsidP="00965CE1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 в том числе:</w:t>
            </w:r>
          </w:p>
          <w:p w:rsidR="00596D71" w:rsidRPr="000407BE" w:rsidRDefault="00596D71" w:rsidP="00965CE1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  <w:p w:rsidR="00596D71" w:rsidRPr="000407BE" w:rsidRDefault="00596D71" w:rsidP="00965CE1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ind w:right="-204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ind w:right="-20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646872,79177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62141,12895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85077,11008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101759,09148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103783,01989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обеспечение ежегодного  выполнения  не менее </w:t>
            </w:r>
          </w:p>
          <w:p w:rsidR="00596D71" w:rsidRPr="000407BE" w:rsidRDefault="00596D71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90% целевых индикаторов Программы</w:t>
            </w:r>
          </w:p>
        </w:tc>
      </w:tr>
      <w:tr w:rsidR="00596D71" w:rsidRPr="000407BE" w:rsidTr="00596D71">
        <w:trPr>
          <w:cantSplit/>
          <w:trHeight w:val="139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Обеспечение деятельности Минтранса Рязанской области                   </w:t>
            </w: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665BFE">
            <w:pPr>
              <w:pStyle w:val="ConsPlusNormal"/>
              <w:ind w:left="-61" w:right="-204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665BFE">
            <w:pPr>
              <w:pStyle w:val="ConsPlusNormal"/>
              <w:ind w:right="-204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8E1CE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477491,59177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57904,32895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40663,71008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41645,59148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43165,51989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596D71">
        <w:trPr>
          <w:cantSplit/>
          <w:trHeight w:val="113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665BFE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из них: выполненные и не оплаченные работы в 2015 году</w:t>
            </w:r>
          </w:p>
          <w:p w:rsidR="00596D71" w:rsidRPr="000407BE" w:rsidRDefault="00596D71" w:rsidP="00665BF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6D71" w:rsidRPr="000407BE" w:rsidRDefault="00596D71" w:rsidP="00665B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596D71">
        <w:trPr>
          <w:cantSplit/>
          <w:trHeight w:val="113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Финансовое обеспечение деятельности </w:t>
            </w:r>
          </w:p>
          <w:p w:rsidR="00596D71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государственного казенного учреждения Рязанской </w:t>
            </w:r>
          </w:p>
          <w:p w:rsidR="00596D71" w:rsidRPr="000407BE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области «Дирекция дорог Рязанской области»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C63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191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ГКУ Рязанской области «ДДРО»</w:t>
            </w:r>
          </w:p>
          <w:p w:rsidR="008C43AE" w:rsidRPr="000407BE" w:rsidRDefault="008C43AE" w:rsidP="00191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бюджет,      из них</w:t>
            </w:r>
          </w:p>
          <w:p w:rsidR="008C43A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43A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43AE" w:rsidRPr="000407B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596D7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169381,2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44413,4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60113,5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60617,5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1645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3118FD">
        <w:trPr>
          <w:cantSplit/>
          <w:trHeight w:val="113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1645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C63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бюджетные</w:t>
            </w:r>
            <w:proofErr w:type="gramEnd"/>
            <w:r w:rsidRPr="000407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7BE">
              <w:rPr>
                <w:rFonts w:ascii="Times New Roman" w:hAnsi="Times New Roman" w:cs="Times New Roman"/>
              </w:rPr>
              <w:t>ассигнова-ния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 дорожного фонда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593BBF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169381,2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593BBF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44413,4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60113,5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60617,5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CE1" w:rsidRPr="000407BE" w:rsidTr="00965CE1">
        <w:trPr>
          <w:cantSplit/>
          <w:trHeight w:val="125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37683E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</w:t>
            </w:r>
            <w:r w:rsidR="00665BFE" w:rsidRPr="000407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E1" w:rsidRPr="000407BE" w:rsidRDefault="00665BFE" w:rsidP="00665BF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Задача 2. Обеспечение условий для осуществления деятельности ГБУ «</w:t>
            </w:r>
            <w:proofErr w:type="spellStart"/>
            <w:r w:rsidRPr="000407BE">
              <w:rPr>
                <w:rFonts w:ascii="Times New Roman" w:hAnsi="Times New Roman" w:cs="Times New Roman"/>
              </w:rPr>
              <w:t>Протасово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», </w:t>
            </w:r>
          </w:p>
          <w:p w:rsidR="00665BFE" w:rsidRPr="000407BE" w:rsidRDefault="00665BFE" w:rsidP="00665BF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C43AE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129899,3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C43A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C43AE" w:rsidP="00937A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16090,6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C43A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16546,7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BFE" w:rsidRPr="000407BE" w:rsidRDefault="00665BFE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обеспечение ежегодного исполнения государственного задания не менее 95%</w:t>
            </w:r>
          </w:p>
        </w:tc>
      </w:tr>
      <w:tr w:rsidR="008C43AE" w:rsidRPr="000407BE" w:rsidTr="00965CE1">
        <w:trPr>
          <w:cantSplit/>
          <w:trHeight w:val="113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Государственное задание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ГБУ «</w:t>
            </w:r>
            <w:proofErr w:type="spellStart"/>
            <w:r w:rsidRPr="000407BE">
              <w:rPr>
                <w:rFonts w:ascii="Times New Roman" w:hAnsi="Times New Roman" w:cs="Times New Roman"/>
              </w:rPr>
              <w:t>Протасово</w:t>
            </w:r>
            <w:proofErr w:type="spellEnd"/>
            <w:r w:rsidRPr="000407B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129899,3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16090,6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16546,7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AE" w:rsidRPr="000407BE" w:rsidRDefault="008C43AE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AE" w:rsidRPr="000407BE" w:rsidRDefault="008C43AE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C92" w:rsidRPr="000407BE" w:rsidTr="0039245A">
        <w:trPr>
          <w:cantSplit/>
          <w:trHeight w:val="145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1645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бюджет,      из них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776772,09177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68558,80237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66042,69403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74184,02895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99843,01008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117849,69148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120329,71989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965CE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C0C92" w:rsidRPr="000407BE" w:rsidTr="0039245A">
        <w:trPr>
          <w:cantSplit/>
          <w:trHeight w:val="145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1645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бюджетные</w:t>
            </w:r>
            <w:proofErr w:type="gramEnd"/>
            <w:r w:rsidRPr="000407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7BE">
              <w:rPr>
                <w:rFonts w:ascii="Times New Roman" w:hAnsi="Times New Roman" w:cs="Times New Roman"/>
              </w:rPr>
              <w:t>ассигнова-ния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 дорожного фонда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593BBF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169381,2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593BBF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44413,4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60113,5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60617,5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593BB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  <w:r w:rsidR="00F8594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62A15" w:rsidRPr="000407BE" w:rsidRDefault="00662A15" w:rsidP="00662A15">
      <w:pPr>
        <w:rPr>
          <w:rFonts w:ascii="Times New Roman" w:hAnsi="Times New Roman"/>
        </w:rPr>
      </w:pPr>
    </w:p>
    <w:p w:rsidR="00164506" w:rsidRPr="000407BE" w:rsidRDefault="00164506" w:rsidP="00665BF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64506" w:rsidRPr="000407BE" w:rsidRDefault="00164506" w:rsidP="00665BF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7683E" w:rsidRDefault="0037683E" w:rsidP="00665BF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C43AE" w:rsidRDefault="008C43AE" w:rsidP="00665BF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C43AE" w:rsidRDefault="008C43AE" w:rsidP="00665BF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C43AE" w:rsidRPr="000407BE" w:rsidRDefault="008C43AE" w:rsidP="00665BF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7683E" w:rsidRPr="000407BE" w:rsidRDefault="0037683E" w:rsidP="00665BF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7683E" w:rsidRPr="000407BE" w:rsidRDefault="0037683E" w:rsidP="00665BFE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65BFE" w:rsidRPr="000407BE" w:rsidRDefault="00665BFE" w:rsidP="00D74377">
      <w:pPr>
        <w:jc w:val="center"/>
        <w:rPr>
          <w:rFonts w:ascii="Times New Roman" w:hAnsi="Times New Roman"/>
        </w:rPr>
      </w:pPr>
    </w:p>
    <w:sectPr w:rsidR="00665BFE" w:rsidRPr="000407BE" w:rsidSect="00F8594E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588" w:rsidRDefault="004C1588">
      <w:r>
        <w:separator/>
      </w:r>
    </w:p>
  </w:endnote>
  <w:endnote w:type="continuationSeparator" w:id="0">
    <w:p w:rsidR="004C1588" w:rsidRDefault="004C1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2B42FF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2B42FF" w:rsidRDefault="00271F1F">
          <w:pPr>
            <w:pStyle w:val="a6"/>
          </w:pPr>
          <w:r>
            <w:rPr>
              <w:noProof/>
            </w:rPr>
            <w:drawing>
              <wp:inline distT="0" distB="0" distL="0" distR="0" wp14:anchorId="0067B442" wp14:editId="257AEA39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2B42FF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2B42FF" w:rsidRPr="00963E33" w:rsidRDefault="00271F1F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778408E" wp14:editId="5B518A7C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2B42FF" w:rsidRPr="00963E33" w:rsidRDefault="00F8594E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1991  05.02.2019 17:24:37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2B42FF" w:rsidRPr="00F16F07" w:rsidRDefault="002B42FF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2B42FF" w:rsidRPr="00963E33" w:rsidRDefault="002B42FF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2B42FF" w:rsidRPr="009573D3" w:rsidRDefault="002B42FF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2B42FF" w:rsidRPr="00963E33" w:rsidTr="00963E33">
      <w:tc>
        <w:tcPr>
          <w:tcW w:w="2538" w:type="dxa"/>
        </w:tcPr>
        <w:p w:rsidR="002B42FF" w:rsidRPr="00963E33" w:rsidRDefault="002B42FF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2B42FF" w:rsidRPr="00963E33" w:rsidRDefault="002B42FF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2B42FF" w:rsidRPr="00963E33" w:rsidRDefault="002B42FF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2B42FF" w:rsidRPr="00963E33" w:rsidRDefault="002B42FF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2B42FF" w:rsidRDefault="002B42FF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588" w:rsidRDefault="004C1588">
      <w:r>
        <w:separator/>
      </w:r>
    </w:p>
  </w:footnote>
  <w:footnote w:type="continuationSeparator" w:id="0">
    <w:p w:rsidR="004C1588" w:rsidRDefault="004C1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Default="00E36417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B42F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B42FF">
      <w:rPr>
        <w:rStyle w:val="a8"/>
        <w:noProof/>
      </w:rPr>
      <w:t>1</w:t>
    </w:r>
    <w:r>
      <w:rPr>
        <w:rStyle w:val="a8"/>
      </w:rPr>
      <w:fldChar w:fldCharType="end"/>
    </w:r>
  </w:p>
  <w:p w:rsidR="002B42FF" w:rsidRDefault="002B42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Pr="00481B88" w:rsidRDefault="002B42FF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2B42FF" w:rsidRPr="00481B88" w:rsidRDefault="00E36417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2B42FF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885BD0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2B42FF" w:rsidRPr="00E37801" w:rsidRDefault="002B42FF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1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OQRU0GnQvzciBKj6dTfsPUYk38=" w:salt="rFOyMKhbe/3FrNAeTl41c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1360F"/>
    <w:rsid w:val="00022A8E"/>
    <w:rsid w:val="00030105"/>
    <w:rsid w:val="000331B3"/>
    <w:rsid w:val="00033413"/>
    <w:rsid w:val="00037C0C"/>
    <w:rsid w:val="000407BE"/>
    <w:rsid w:val="000502A3"/>
    <w:rsid w:val="00051B8C"/>
    <w:rsid w:val="00056DEB"/>
    <w:rsid w:val="00073A7A"/>
    <w:rsid w:val="00076D5E"/>
    <w:rsid w:val="00084DD3"/>
    <w:rsid w:val="000917C0"/>
    <w:rsid w:val="00092145"/>
    <w:rsid w:val="00095862"/>
    <w:rsid w:val="000B0736"/>
    <w:rsid w:val="000C2725"/>
    <w:rsid w:val="000E7E44"/>
    <w:rsid w:val="000F2B84"/>
    <w:rsid w:val="000F5632"/>
    <w:rsid w:val="001032A2"/>
    <w:rsid w:val="00122CFD"/>
    <w:rsid w:val="0013431C"/>
    <w:rsid w:val="00137B7B"/>
    <w:rsid w:val="00147E70"/>
    <w:rsid w:val="00151370"/>
    <w:rsid w:val="0015468F"/>
    <w:rsid w:val="0015556E"/>
    <w:rsid w:val="00162E72"/>
    <w:rsid w:val="00164506"/>
    <w:rsid w:val="00175BE5"/>
    <w:rsid w:val="001850F4"/>
    <w:rsid w:val="0018718F"/>
    <w:rsid w:val="00190FF9"/>
    <w:rsid w:val="00191E0A"/>
    <w:rsid w:val="001947BE"/>
    <w:rsid w:val="001A0A98"/>
    <w:rsid w:val="001A560F"/>
    <w:rsid w:val="001B0982"/>
    <w:rsid w:val="001B32BA"/>
    <w:rsid w:val="001D7503"/>
    <w:rsid w:val="001D7CF0"/>
    <w:rsid w:val="001E0317"/>
    <w:rsid w:val="001E20F1"/>
    <w:rsid w:val="001E6E55"/>
    <w:rsid w:val="001F12E8"/>
    <w:rsid w:val="001F228C"/>
    <w:rsid w:val="001F411B"/>
    <w:rsid w:val="001F64B8"/>
    <w:rsid w:val="001F7C83"/>
    <w:rsid w:val="00203046"/>
    <w:rsid w:val="00205AB5"/>
    <w:rsid w:val="00224DBA"/>
    <w:rsid w:val="00231F1C"/>
    <w:rsid w:val="00242DDB"/>
    <w:rsid w:val="0024596D"/>
    <w:rsid w:val="002479A2"/>
    <w:rsid w:val="00254677"/>
    <w:rsid w:val="0026087E"/>
    <w:rsid w:val="00261C74"/>
    <w:rsid w:val="00261DE0"/>
    <w:rsid w:val="00265420"/>
    <w:rsid w:val="00271F1F"/>
    <w:rsid w:val="002743AC"/>
    <w:rsid w:val="00274E14"/>
    <w:rsid w:val="00280A6D"/>
    <w:rsid w:val="00284A49"/>
    <w:rsid w:val="00286ECA"/>
    <w:rsid w:val="002953B6"/>
    <w:rsid w:val="002B42FF"/>
    <w:rsid w:val="002B7A59"/>
    <w:rsid w:val="002C5339"/>
    <w:rsid w:val="002C6B4B"/>
    <w:rsid w:val="002D4371"/>
    <w:rsid w:val="002D60AF"/>
    <w:rsid w:val="002D7D3F"/>
    <w:rsid w:val="002E51A7"/>
    <w:rsid w:val="002E5A5F"/>
    <w:rsid w:val="002F1E81"/>
    <w:rsid w:val="00310D92"/>
    <w:rsid w:val="003160CB"/>
    <w:rsid w:val="00316C65"/>
    <w:rsid w:val="00321189"/>
    <w:rsid w:val="003222A3"/>
    <w:rsid w:val="00323E29"/>
    <w:rsid w:val="00325FB2"/>
    <w:rsid w:val="00333D63"/>
    <w:rsid w:val="00333DC7"/>
    <w:rsid w:val="003510D1"/>
    <w:rsid w:val="003531F7"/>
    <w:rsid w:val="00360A40"/>
    <w:rsid w:val="0037683E"/>
    <w:rsid w:val="003839C7"/>
    <w:rsid w:val="00386103"/>
    <w:rsid w:val="003870C2"/>
    <w:rsid w:val="0039301B"/>
    <w:rsid w:val="003D3B8A"/>
    <w:rsid w:val="003D4403"/>
    <w:rsid w:val="003D54F8"/>
    <w:rsid w:val="003D6773"/>
    <w:rsid w:val="003E2B5D"/>
    <w:rsid w:val="003E71BC"/>
    <w:rsid w:val="003F1F69"/>
    <w:rsid w:val="003F4F5E"/>
    <w:rsid w:val="00400906"/>
    <w:rsid w:val="0042590E"/>
    <w:rsid w:val="00437F65"/>
    <w:rsid w:val="004504E0"/>
    <w:rsid w:val="00451D08"/>
    <w:rsid w:val="004600FD"/>
    <w:rsid w:val="00460FEA"/>
    <w:rsid w:val="00463091"/>
    <w:rsid w:val="004729EE"/>
    <w:rsid w:val="004734B7"/>
    <w:rsid w:val="004763A9"/>
    <w:rsid w:val="00481B88"/>
    <w:rsid w:val="00485B4F"/>
    <w:rsid w:val="004862D1"/>
    <w:rsid w:val="00490CD2"/>
    <w:rsid w:val="0049293C"/>
    <w:rsid w:val="004B2D5A"/>
    <w:rsid w:val="004B327C"/>
    <w:rsid w:val="004C1588"/>
    <w:rsid w:val="004D293D"/>
    <w:rsid w:val="004E402F"/>
    <w:rsid w:val="004F1D67"/>
    <w:rsid w:val="004F2A17"/>
    <w:rsid w:val="004F44FE"/>
    <w:rsid w:val="00505F6F"/>
    <w:rsid w:val="00512A47"/>
    <w:rsid w:val="00531C68"/>
    <w:rsid w:val="00532119"/>
    <w:rsid w:val="005335F3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96D71"/>
    <w:rsid w:val="00597133"/>
    <w:rsid w:val="005A4227"/>
    <w:rsid w:val="005B229B"/>
    <w:rsid w:val="005B3518"/>
    <w:rsid w:val="005C0C92"/>
    <w:rsid w:val="005C2D0D"/>
    <w:rsid w:val="005C34BC"/>
    <w:rsid w:val="005C56AE"/>
    <w:rsid w:val="005C7449"/>
    <w:rsid w:val="005D7C88"/>
    <w:rsid w:val="005E137B"/>
    <w:rsid w:val="005E6D99"/>
    <w:rsid w:val="005F2ADD"/>
    <w:rsid w:val="005F2C49"/>
    <w:rsid w:val="006013EB"/>
    <w:rsid w:val="0060479E"/>
    <w:rsid w:val="00604BE7"/>
    <w:rsid w:val="00616AED"/>
    <w:rsid w:val="00622DA3"/>
    <w:rsid w:val="006244B3"/>
    <w:rsid w:val="006323FB"/>
    <w:rsid w:val="00632A4F"/>
    <w:rsid w:val="00632B56"/>
    <w:rsid w:val="006351E3"/>
    <w:rsid w:val="006401BA"/>
    <w:rsid w:val="00644236"/>
    <w:rsid w:val="006471E5"/>
    <w:rsid w:val="00662A15"/>
    <w:rsid w:val="00665BFE"/>
    <w:rsid w:val="00666E2F"/>
    <w:rsid w:val="00667B25"/>
    <w:rsid w:val="00671D3B"/>
    <w:rsid w:val="00684A5B"/>
    <w:rsid w:val="00686FC9"/>
    <w:rsid w:val="006870FE"/>
    <w:rsid w:val="006A1F71"/>
    <w:rsid w:val="006A6D02"/>
    <w:rsid w:val="006A704D"/>
    <w:rsid w:val="006C3040"/>
    <w:rsid w:val="006D2674"/>
    <w:rsid w:val="006E6EBA"/>
    <w:rsid w:val="006F328B"/>
    <w:rsid w:val="006F3499"/>
    <w:rsid w:val="006F5886"/>
    <w:rsid w:val="00707734"/>
    <w:rsid w:val="00707E19"/>
    <w:rsid w:val="00712F7C"/>
    <w:rsid w:val="0072328A"/>
    <w:rsid w:val="0073684D"/>
    <w:rsid w:val="007377B5"/>
    <w:rsid w:val="00744595"/>
    <w:rsid w:val="00745D3F"/>
    <w:rsid w:val="00746CC2"/>
    <w:rsid w:val="00747F07"/>
    <w:rsid w:val="007514CE"/>
    <w:rsid w:val="00760323"/>
    <w:rsid w:val="0076032D"/>
    <w:rsid w:val="00765600"/>
    <w:rsid w:val="00767BB4"/>
    <w:rsid w:val="00775B4C"/>
    <w:rsid w:val="00780136"/>
    <w:rsid w:val="00791C9F"/>
    <w:rsid w:val="00792AAB"/>
    <w:rsid w:val="00793B47"/>
    <w:rsid w:val="00796931"/>
    <w:rsid w:val="007A1D0C"/>
    <w:rsid w:val="007A2A7B"/>
    <w:rsid w:val="007D1CD3"/>
    <w:rsid w:val="007D3FF6"/>
    <w:rsid w:val="007D4925"/>
    <w:rsid w:val="007E0A93"/>
    <w:rsid w:val="007E5B73"/>
    <w:rsid w:val="007F0C8A"/>
    <w:rsid w:val="007F11AB"/>
    <w:rsid w:val="00801FAF"/>
    <w:rsid w:val="008143CB"/>
    <w:rsid w:val="00823CA1"/>
    <w:rsid w:val="00827699"/>
    <w:rsid w:val="00830CA5"/>
    <w:rsid w:val="00831FA3"/>
    <w:rsid w:val="008418F4"/>
    <w:rsid w:val="0084321C"/>
    <w:rsid w:val="00843858"/>
    <w:rsid w:val="008513B9"/>
    <w:rsid w:val="008702D3"/>
    <w:rsid w:val="00875959"/>
    <w:rsid w:val="00876034"/>
    <w:rsid w:val="00880005"/>
    <w:rsid w:val="008827E7"/>
    <w:rsid w:val="00885BD0"/>
    <w:rsid w:val="00891265"/>
    <w:rsid w:val="008A1696"/>
    <w:rsid w:val="008A191D"/>
    <w:rsid w:val="008C43AE"/>
    <w:rsid w:val="008C5264"/>
    <w:rsid w:val="008C58FE"/>
    <w:rsid w:val="008E6C41"/>
    <w:rsid w:val="008F07A1"/>
    <w:rsid w:val="008F0816"/>
    <w:rsid w:val="008F6BB7"/>
    <w:rsid w:val="00900F42"/>
    <w:rsid w:val="00901EA2"/>
    <w:rsid w:val="009108C0"/>
    <w:rsid w:val="00914808"/>
    <w:rsid w:val="00925688"/>
    <w:rsid w:val="00932E3C"/>
    <w:rsid w:val="00937A1A"/>
    <w:rsid w:val="00945D13"/>
    <w:rsid w:val="0095236F"/>
    <w:rsid w:val="009573D3"/>
    <w:rsid w:val="009627A3"/>
    <w:rsid w:val="00963E33"/>
    <w:rsid w:val="00965CE1"/>
    <w:rsid w:val="009765E4"/>
    <w:rsid w:val="009977FF"/>
    <w:rsid w:val="009A085B"/>
    <w:rsid w:val="009A330F"/>
    <w:rsid w:val="009A7702"/>
    <w:rsid w:val="009B2785"/>
    <w:rsid w:val="009C04EC"/>
    <w:rsid w:val="009C1DE6"/>
    <w:rsid w:val="009C1F0E"/>
    <w:rsid w:val="009D3E8C"/>
    <w:rsid w:val="009E3A0E"/>
    <w:rsid w:val="00A06428"/>
    <w:rsid w:val="00A12A3F"/>
    <w:rsid w:val="00A1314B"/>
    <w:rsid w:val="00A13160"/>
    <w:rsid w:val="00A137D3"/>
    <w:rsid w:val="00A33A9F"/>
    <w:rsid w:val="00A42B5F"/>
    <w:rsid w:val="00A44A8F"/>
    <w:rsid w:val="00A51D96"/>
    <w:rsid w:val="00A54812"/>
    <w:rsid w:val="00A61EED"/>
    <w:rsid w:val="00A72E6E"/>
    <w:rsid w:val="00A96F84"/>
    <w:rsid w:val="00AC3953"/>
    <w:rsid w:val="00AC7150"/>
    <w:rsid w:val="00AD24DA"/>
    <w:rsid w:val="00AE1DCA"/>
    <w:rsid w:val="00AE3915"/>
    <w:rsid w:val="00AF1595"/>
    <w:rsid w:val="00AF5F7C"/>
    <w:rsid w:val="00B02207"/>
    <w:rsid w:val="00B03403"/>
    <w:rsid w:val="00B063FA"/>
    <w:rsid w:val="00B10324"/>
    <w:rsid w:val="00B12E27"/>
    <w:rsid w:val="00B147B4"/>
    <w:rsid w:val="00B376B1"/>
    <w:rsid w:val="00B5565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C044A"/>
    <w:rsid w:val="00BD0B82"/>
    <w:rsid w:val="00BD7AD8"/>
    <w:rsid w:val="00BD7EA9"/>
    <w:rsid w:val="00BE3198"/>
    <w:rsid w:val="00BE35C3"/>
    <w:rsid w:val="00BF0097"/>
    <w:rsid w:val="00BF4F5F"/>
    <w:rsid w:val="00BF78A8"/>
    <w:rsid w:val="00C04EEB"/>
    <w:rsid w:val="00C075A4"/>
    <w:rsid w:val="00C07F79"/>
    <w:rsid w:val="00C10F12"/>
    <w:rsid w:val="00C11826"/>
    <w:rsid w:val="00C46D42"/>
    <w:rsid w:val="00C50C32"/>
    <w:rsid w:val="00C57D2A"/>
    <w:rsid w:val="00C60178"/>
    <w:rsid w:val="00C61760"/>
    <w:rsid w:val="00C623A9"/>
    <w:rsid w:val="00C63CD6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C544D"/>
    <w:rsid w:val="00CD328F"/>
    <w:rsid w:val="00CF03D8"/>
    <w:rsid w:val="00CF0D73"/>
    <w:rsid w:val="00D00897"/>
    <w:rsid w:val="00D015D5"/>
    <w:rsid w:val="00D03D68"/>
    <w:rsid w:val="00D21C63"/>
    <w:rsid w:val="00D266DD"/>
    <w:rsid w:val="00D32B04"/>
    <w:rsid w:val="00D374E7"/>
    <w:rsid w:val="00D63949"/>
    <w:rsid w:val="00D652E7"/>
    <w:rsid w:val="00D71D3B"/>
    <w:rsid w:val="00D74377"/>
    <w:rsid w:val="00D77BCF"/>
    <w:rsid w:val="00D84394"/>
    <w:rsid w:val="00D908E5"/>
    <w:rsid w:val="00D944FD"/>
    <w:rsid w:val="00D95E55"/>
    <w:rsid w:val="00DB3664"/>
    <w:rsid w:val="00DB42DB"/>
    <w:rsid w:val="00DC16FB"/>
    <w:rsid w:val="00DC4A65"/>
    <w:rsid w:val="00DC4F66"/>
    <w:rsid w:val="00DD6789"/>
    <w:rsid w:val="00DD6EFA"/>
    <w:rsid w:val="00DE61EC"/>
    <w:rsid w:val="00DF7212"/>
    <w:rsid w:val="00E10B44"/>
    <w:rsid w:val="00E11F02"/>
    <w:rsid w:val="00E2726B"/>
    <w:rsid w:val="00E32E86"/>
    <w:rsid w:val="00E3581B"/>
    <w:rsid w:val="00E36417"/>
    <w:rsid w:val="00E37801"/>
    <w:rsid w:val="00E4623D"/>
    <w:rsid w:val="00E46EAA"/>
    <w:rsid w:val="00E5038C"/>
    <w:rsid w:val="00E50B69"/>
    <w:rsid w:val="00E5298B"/>
    <w:rsid w:val="00E56EFB"/>
    <w:rsid w:val="00E5747A"/>
    <w:rsid w:val="00E6458F"/>
    <w:rsid w:val="00E7242D"/>
    <w:rsid w:val="00E75404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30213"/>
    <w:rsid w:val="00F30355"/>
    <w:rsid w:val="00F32125"/>
    <w:rsid w:val="00F45975"/>
    <w:rsid w:val="00F45B7C"/>
    <w:rsid w:val="00F45FCE"/>
    <w:rsid w:val="00F64394"/>
    <w:rsid w:val="00F65E2A"/>
    <w:rsid w:val="00F66514"/>
    <w:rsid w:val="00F8594E"/>
    <w:rsid w:val="00F9061A"/>
    <w:rsid w:val="00F9334F"/>
    <w:rsid w:val="00F9748A"/>
    <w:rsid w:val="00F97D7F"/>
    <w:rsid w:val="00FA122C"/>
    <w:rsid w:val="00FA3B95"/>
    <w:rsid w:val="00FA512D"/>
    <w:rsid w:val="00FC1278"/>
    <w:rsid w:val="00FC2397"/>
    <w:rsid w:val="00FC45EB"/>
    <w:rsid w:val="00FC4F55"/>
    <w:rsid w:val="00FE0822"/>
    <w:rsid w:val="00FE3A1D"/>
    <w:rsid w:val="00FE7735"/>
    <w:rsid w:val="00FF0434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65BFE"/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11BB8-FDA5-4FB3-9865-7042978CA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130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Дягилева М.А.</cp:lastModifiedBy>
  <cp:revision>48</cp:revision>
  <cp:lastPrinted>2018-12-18T12:57:00Z</cp:lastPrinted>
  <dcterms:created xsi:type="dcterms:W3CDTF">2016-02-04T06:26:00Z</dcterms:created>
  <dcterms:modified xsi:type="dcterms:W3CDTF">2019-02-07T11:15:00Z</dcterms:modified>
</cp:coreProperties>
</file>